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F50E0C" w:rsidRPr="00F50E0C">
        <w:t>Rekonstrukce mostů přes ulici Šámalova v</w:t>
      </w:r>
      <w:r w:rsidR="00F50E0C">
        <w:t> </w:t>
      </w:r>
      <w:r w:rsidR="00F50E0C" w:rsidRPr="00F50E0C">
        <w:t>Brně</w:t>
      </w:r>
      <w:r w:rsidR="00F50E0C">
        <w:t xml:space="preserve">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096A68" w:rsidP="00F91101">
      <w:pPr>
        <w:spacing w:after="120"/>
        <w:ind w:left="567"/>
        <w:jc w:val="both"/>
        <w:rPr>
          <w:rFonts w:ascii="Verdana" w:hAnsi="Verdana" w:cs="Calibri"/>
        </w:rPr>
      </w:pPr>
      <w:r>
        <w:t>Mgr. Michal Maier</w:t>
      </w:r>
      <w:r w:rsidR="00F91101" w:rsidRPr="005C7EED">
        <w:rPr>
          <w:rFonts w:ascii="Verdana" w:hAnsi="Verdana" w:cs="Calibri"/>
        </w:rPr>
        <w:t xml:space="preserve">, tel.: </w:t>
      </w:r>
      <w:r w:rsidRPr="00096A68">
        <w:t xml:space="preserve">+420 724 932 </w:t>
      </w:r>
      <w:r>
        <w:t>278</w:t>
      </w:r>
      <w:r w:rsidR="00F91101" w:rsidRPr="005C7EED">
        <w:rPr>
          <w:rFonts w:ascii="Verdana" w:hAnsi="Verdana" w:cs="Calibri"/>
        </w:rPr>
        <w:t>,</w:t>
      </w:r>
    </w:p>
    <w:p w:rsidR="00F50E0C" w:rsidRPr="002F7A96" w:rsidRDefault="00F50E0C" w:rsidP="00F50E0C">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2F7A96">
        <w:rPr>
          <w:rFonts w:ascii="Verdana" w:hAnsi="Verdana" w:cs="Calibri"/>
          <w:color w:val="000000"/>
        </w:rPr>
        <w:t>ve věcech technických:</w:t>
      </w:r>
    </w:p>
    <w:p w:rsidR="00F91101" w:rsidRPr="005C7EED" w:rsidRDefault="00F50E0C" w:rsidP="00F50E0C">
      <w:pPr>
        <w:spacing w:after="120"/>
        <w:ind w:left="567"/>
        <w:jc w:val="both"/>
        <w:rPr>
          <w:rFonts w:ascii="Verdana" w:hAnsi="Verdana" w:cs="Calibri"/>
        </w:rPr>
      </w:pPr>
      <w:r w:rsidRPr="002F7A96">
        <w:t>Ing. Jiří Dittmer</w:t>
      </w:r>
      <w:r w:rsidRPr="002F7A96">
        <w:rPr>
          <w:rFonts w:ascii="Verdana" w:hAnsi="Verdana" w:cs="Calibri"/>
        </w:rPr>
        <w:t xml:space="preserve">, tel.: </w:t>
      </w:r>
      <w:r w:rsidRPr="002F7A96">
        <w:t>+420 724 932</w:t>
      </w:r>
      <w:r>
        <w:t> </w:t>
      </w:r>
      <w:r w:rsidRPr="002F7A96">
        <w:t>287</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C75DAB" w:rsidP="00F91101">
      <w:pPr>
        <w:pStyle w:val="Textbezodsazen"/>
        <w:ind w:left="567"/>
      </w:pPr>
      <w:r w:rsidRPr="00C75DAB">
        <w:t>Ing.</w:t>
      </w:r>
      <w:r>
        <w:t xml:space="preserve"> </w:t>
      </w:r>
      <w:r w:rsidRPr="00C75DAB">
        <w:t>Jan</w:t>
      </w:r>
      <w:r w:rsidRPr="00C75DAB">
        <w:t xml:space="preserve"> </w:t>
      </w:r>
      <w:proofErr w:type="spellStart"/>
      <w:r w:rsidRPr="00C75DAB">
        <w:t>Andratschke</w:t>
      </w:r>
      <w:proofErr w:type="spellEnd"/>
      <w:r w:rsidRPr="00C75DAB">
        <w:t xml:space="preserve">, </w:t>
      </w:r>
      <w:r w:rsidR="00F91101" w:rsidRPr="005C7EED">
        <w:rPr>
          <w:rFonts w:ascii="Verdana" w:hAnsi="Verdana" w:cs="Calibri"/>
        </w:rPr>
        <w:t xml:space="preserve">tel.: </w:t>
      </w:r>
      <w:r w:rsidRPr="00C75DAB">
        <w:t>+420 724 932 330</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bookmarkStart w:id="0" w:name="_GoBack"/>
      <w:bookmarkEnd w:id="0"/>
    </w:p>
    <w:p w:rsidR="00F422D3" w:rsidRDefault="00F422D3" w:rsidP="008332A2">
      <w:pPr>
        <w:pStyle w:val="Textbezodsazen"/>
        <w:spacing w:after="0"/>
      </w:pPr>
      <w:r>
        <w:t xml:space="preserve">ISPROFOND: </w:t>
      </w:r>
      <w:r w:rsidR="008332A2" w:rsidRPr="008332A2">
        <w:t>3273214901</w:t>
      </w:r>
    </w:p>
    <w:p w:rsidR="008332A2" w:rsidRDefault="008332A2" w:rsidP="008332A2">
      <w:pPr>
        <w:pStyle w:val="Textbezodsazen"/>
        <w:spacing w:after="0"/>
      </w:pPr>
      <w:r>
        <w:t>SUBISPROFIN:</w:t>
      </w:r>
      <w:r w:rsidRPr="008332A2">
        <w:t>5623520070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w:t>
      </w:r>
      <w:r w:rsidR="00F91101" w:rsidRPr="00F50E0C">
        <w:t>stavby „</w:t>
      </w:r>
      <w:r w:rsidR="00F50E0C" w:rsidRPr="00F50E0C">
        <w:rPr>
          <w:rFonts w:ascii="Verdana" w:hAnsi="Verdana" w:cs="Calibri"/>
          <w:b/>
        </w:rPr>
        <w:t>Rekonstrukce mostů přes ulici Šámalova v</w:t>
      </w:r>
      <w:r w:rsidR="00F50E0C">
        <w:rPr>
          <w:rFonts w:ascii="Verdana" w:hAnsi="Verdana" w:cs="Calibri"/>
          <w:b/>
        </w:rPr>
        <w:t> </w:t>
      </w:r>
      <w:r w:rsidR="00F50E0C" w:rsidRPr="00F50E0C">
        <w:rPr>
          <w:rFonts w:ascii="Verdana" w:hAnsi="Verdana" w:cs="Calibri"/>
          <w:b/>
        </w:rPr>
        <w:t>Brně</w:t>
      </w:r>
      <w:r w:rsidR="00F50E0C">
        <w:rPr>
          <w:rFonts w:ascii="Verdana" w:hAnsi="Verdana" w:cs="Calibri"/>
          <w:b/>
        </w:rPr>
        <w:t xml:space="preserve"> - BOZP</w:t>
      </w:r>
      <w:r w:rsidR="00F91101" w:rsidRPr="00F50E0C">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096A68" w:rsidRPr="00096A68">
        <w:rPr>
          <w:rFonts w:cs="Arial"/>
          <w:b/>
        </w:rPr>
        <w:t>11 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5DAB">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5DA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96A68"/>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4F6390"/>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332A2"/>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5DAB"/>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0E0C"/>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B130DBD"/>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B3EDF3-AF9F-4E3D-9417-2AD1D5A36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39</TotalTime>
  <Pages>13</Pages>
  <Words>5851</Words>
  <Characters>34523</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9</cp:revision>
  <cp:lastPrinted>2019-03-12T14:16:00Z</cp:lastPrinted>
  <dcterms:created xsi:type="dcterms:W3CDTF">2021-06-01T05:51:00Z</dcterms:created>
  <dcterms:modified xsi:type="dcterms:W3CDTF">2022-01-04T09:08:00Z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